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E0C47" w14:textId="7791C574" w:rsidR="00D20F1F" w:rsidRDefault="00D20F1F" w:rsidP="00D20F1F">
      <w:pPr>
        <w:pStyle w:val="Hlavika"/>
      </w:pPr>
      <w:r>
        <w:t xml:space="preserve">        </w:t>
      </w:r>
      <w:r>
        <w:rPr>
          <w:noProof/>
          <w:lang w:eastAsia="sk-SK"/>
        </w:rPr>
        <w:t xml:space="preserve">  </w:t>
      </w:r>
      <w:r w:rsidR="00C671EE">
        <w:rPr>
          <w:noProof/>
          <w:lang w:val="sk-SK" w:eastAsia="sk-SK"/>
        </w:rPr>
        <w:drawing>
          <wp:inline distT="0" distB="0" distL="0" distR="0" wp14:anchorId="2E50FA50" wp14:editId="739F9C9C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FC41" w14:textId="77777777" w:rsidR="00B34F22" w:rsidRDefault="00B34F22" w:rsidP="000E55A1">
      <w:pPr>
        <w:pStyle w:val="Nzov"/>
        <w:rPr>
          <w:sz w:val="24"/>
        </w:rPr>
      </w:pPr>
    </w:p>
    <w:p w14:paraId="077EF1C7" w14:textId="77777777" w:rsidR="00B34F22" w:rsidRDefault="00B34F22" w:rsidP="000E55A1">
      <w:pPr>
        <w:pStyle w:val="Nzov"/>
        <w:rPr>
          <w:sz w:val="24"/>
        </w:rPr>
      </w:pPr>
    </w:p>
    <w:p w14:paraId="2C0E208F" w14:textId="1DA9BB1D" w:rsidR="00B022FF" w:rsidRPr="00391C44" w:rsidRDefault="00D212FF" w:rsidP="000E55A1">
      <w:pPr>
        <w:pStyle w:val="Nzov"/>
        <w:rPr>
          <w:sz w:val="24"/>
          <w:lang w:val="sk-SK"/>
        </w:rPr>
      </w:pPr>
      <w:r w:rsidRPr="00D212FF">
        <w:rPr>
          <w:sz w:val="24"/>
          <w:lang w:val="sk-SK"/>
        </w:rPr>
        <w:t>H</w:t>
      </w:r>
      <w:r>
        <w:rPr>
          <w:sz w:val="24"/>
          <w:lang w:val="sk-SK"/>
        </w:rPr>
        <w:t>lásenie</w:t>
      </w:r>
      <w:r w:rsidRPr="00D212FF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prijímateľa o stave </w:t>
      </w:r>
      <w:r w:rsidRPr="00D212FF">
        <w:rPr>
          <w:sz w:val="24"/>
          <w:lang w:val="sk-SK"/>
        </w:rPr>
        <w:t xml:space="preserve"> </w:t>
      </w:r>
      <w:r>
        <w:rPr>
          <w:sz w:val="24"/>
          <w:lang w:val="sk-SK"/>
        </w:rPr>
        <w:t>implementácie projektu a</w:t>
      </w:r>
      <w:r w:rsidRPr="00D212FF">
        <w:rPr>
          <w:sz w:val="24"/>
          <w:lang w:val="sk-SK"/>
        </w:rPr>
        <w:t> dosahovan</w:t>
      </w:r>
      <w:r>
        <w:rPr>
          <w:sz w:val="24"/>
          <w:lang w:val="sk-SK"/>
        </w:rPr>
        <w:t>í</w:t>
      </w:r>
      <w:r w:rsidRPr="00D212FF">
        <w:rPr>
          <w:sz w:val="24"/>
          <w:lang w:val="sk-SK"/>
        </w:rPr>
        <w:t xml:space="preserve"> míľnikov a </w:t>
      </w:r>
      <w:r>
        <w:rPr>
          <w:sz w:val="24"/>
          <w:lang w:val="sk-SK"/>
        </w:rPr>
        <w:t>výstupov projektu</w:t>
      </w:r>
      <w:r w:rsidRPr="00D212FF">
        <w:rPr>
          <w:sz w:val="24"/>
          <w:lang w:val="sk-SK"/>
        </w:rPr>
        <w:t xml:space="preserve">, </w:t>
      </w:r>
      <w:r w:rsidR="008864C3" w:rsidRPr="008864C3">
        <w:rPr>
          <w:sz w:val="24"/>
          <w:lang w:val="sk-SK"/>
        </w:rPr>
        <w:t xml:space="preserve">ktorý je </w:t>
      </w:r>
      <w:r w:rsidR="00BA23CF">
        <w:rPr>
          <w:sz w:val="24"/>
          <w:lang w:val="sk-SK"/>
        </w:rPr>
        <w:t>zameraný na podporu vývoja inovatívnych riešení</w:t>
      </w:r>
      <w:r w:rsidR="0023642B">
        <w:rPr>
          <w:sz w:val="24"/>
          <w:lang w:val="sk-SK"/>
        </w:rPr>
        <w:t xml:space="preserve"> v oblasti dekarbonizácie</w:t>
      </w:r>
      <w:r w:rsidR="00E52453">
        <w:rPr>
          <w:rStyle w:val="Odkaznapoznmkupodiarou"/>
          <w:sz w:val="24"/>
          <w:lang w:val="sk-SK"/>
        </w:rPr>
        <w:footnoteReference w:id="1"/>
      </w:r>
    </w:p>
    <w:p w14:paraId="3503C971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45"/>
      </w:tblGrid>
      <w:tr w:rsidR="00B00820" w:rsidRPr="00095574" w14:paraId="445626C2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6D53D66E" w14:textId="1BD9357F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</w:t>
            </w:r>
            <w:r w:rsidR="00817001">
              <w:rPr>
                <w:b/>
                <w:color w:val="FFFFFF" w:themeColor="background1"/>
                <w:sz w:val="22"/>
                <w:lang w:val="sk-SK"/>
              </w:rPr>
              <w:t>dentifikácia prijímateľa</w:t>
            </w:r>
            <w:r w:rsidR="00BA23CF">
              <w:rPr>
                <w:b/>
                <w:color w:val="FFFFFF" w:themeColor="background1"/>
                <w:sz w:val="22"/>
                <w:lang w:val="sk-SK"/>
              </w:rPr>
              <w:t>, partnera/partnerov (</w:t>
            </w:r>
            <w:r w:rsidR="00BA23CF" w:rsidRPr="00BA23CF">
              <w:rPr>
                <w:b/>
                <w:i/>
                <w:color w:val="FFFFFF" w:themeColor="background1"/>
                <w:sz w:val="22"/>
                <w:lang w:val="sk-SK"/>
              </w:rPr>
              <w:t>ak relevantné</w:t>
            </w:r>
            <w:r w:rsidR="00BA23CF">
              <w:rPr>
                <w:b/>
                <w:color w:val="FFFFFF" w:themeColor="background1"/>
                <w:sz w:val="22"/>
                <w:lang w:val="sk-SK"/>
              </w:rPr>
              <w:t>)</w:t>
            </w:r>
            <w:r w:rsidR="00817001">
              <w:rPr>
                <w:b/>
                <w:color w:val="FFFFFF" w:themeColor="background1"/>
                <w:sz w:val="22"/>
                <w:lang w:val="sk-SK"/>
              </w:rPr>
              <w:t xml:space="preserve"> a projektu</w:t>
            </w:r>
          </w:p>
        </w:tc>
      </w:tr>
      <w:tr w:rsidR="00817001" w:rsidRPr="00095574" w14:paraId="31A6CC6B" w14:textId="77777777" w:rsidTr="00BE59B8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3819B06D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1BB609E8" w14:textId="27BE541E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</w:tr>
      <w:tr w:rsidR="00817001" w:rsidRPr="00095574" w14:paraId="70AFCC0D" w14:textId="77777777" w:rsidTr="00B9692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6FCF51E" w14:textId="77777777" w:rsidR="00817001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11546E59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1F64B33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BA9B467" w14:textId="77777777" w:rsidTr="007E0C10">
        <w:tc>
          <w:tcPr>
            <w:tcW w:w="9351" w:type="dxa"/>
            <w:gridSpan w:val="2"/>
            <w:shd w:val="clear" w:color="auto" w:fill="E6E6E6"/>
          </w:tcPr>
          <w:p w14:paraId="2333F779" w14:textId="77777777" w:rsidR="00B00820" w:rsidRPr="00391C44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47E7271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7A85EB" w14:textId="77777777" w:rsidR="00B00820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F70728B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694F9D39" w14:textId="77777777" w:rsidTr="00BA23CF">
        <w:tc>
          <w:tcPr>
            <w:tcW w:w="46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D3B371" w14:textId="5F61D5AF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Názov </w:t>
            </w:r>
            <w:r>
              <w:rPr>
                <w:sz w:val="16"/>
                <w:szCs w:val="16"/>
                <w:lang w:val="sk-SK"/>
              </w:rPr>
              <w:t xml:space="preserve">partnera 1 </w:t>
            </w:r>
            <w:r w:rsidRPr="00BA23CF">
              <w:rPr>
                <w:i/>
                <w:sz w:val="16"/>
                <w:szCs w:val="16"/>
                <w:lang w:val="sk-SK"/>
              </w:rPr>
              <w:t>(ak relevantné</w:t>
            </w:r>
            <w:r>
              <w:rPr>
                <w:sz w:val="16"/>
                <w:szCs w:val="16"/>
                <w:lang w:val="sk-SK"/>
              </w:rPr>
              <w:t>)</w:t>
            </w:r>
          </w:p>
        </w:tc>
        <w:tc>
          <w:tcPr>
            <w:tcW w:w="47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1997A2DC" w14:textId="10C20D18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</w:tr>
      <w:tr w:rsidR="00BA23CF" w:rsidRPr="00095574" w14:paraId="74AEFD2E" w14:textId="77777777" w:rsidTr="00BA23CF">
        <w:trPr>
          <w:trHeight w:val="278"/>
        </w:trPr>
        <w:tc>
          <w:tcPr>
            <w:tcW w:w="46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556AE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1C947B66" w14:textId="40E4BBCC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4ECA2E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70671F34" w14:textId="77777777" w:rsidTr="00BA23CF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3C67AF1" w14:textId="3119F458" w:rsidR="00BA23CF" w:rsidRPr="00391C44" w:rsidRDefault="00BA23CF" w:rsidP="0065628E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Sídlo </w:t>
            </w:r>
            <w:r>
              <w:rPr>
                <w:sz w:val="16"/>
                <w:szCs w:val="16"/>
                <w:lang w:val="sk-SK"/>
              </w:rPr>
              <w:t xml:space="preserve">partnera 1 </w:t>
            </w:r>
          </w:p>
        </w:tc>
      </w:tr>
      <w:tr w:rsidR="00BA23CF" w:rsidRPr="00095574" w14:paraId="67AB1C35" w14:textId="77777777" w:rsidTr="00BA23CF">
        <w:trPr>
          <w:trHeight w:val="344"/>
        </w:trPr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B6403A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790C4B21" w14:textId="203EA114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461E90F6" w14:textId="77777777" w:rsidTr="00BA23CF">
        <w:tc>
          <w:tcPr>
            <w:tcW w:w="46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60084A" w14:textId="00AABCB8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Názov </w:t>
            </w:r>
            <w:r>
              <w:rPr>
                <w:sz w:val="16"/>
                <w:szCs w:val="16"/>
                <w:lang w:val="sk-SK"/>
              </w:rPr>
              <w:t>partnera 2 (</w:t>
            </w:r>
            <w:r w:rsidRPr="00BA23CF">
              <w:rPr>
                <w:i/>
                <w:sz w:val="16"/>
                <w:szCs w:val="16"/>
                <w:lang w:val="sk-SK"/>
              </w:rPr>
              <w:t>ak relevantné</w:t>
            </w:r>
            <w:r>
              <w:rPr>
                <w:sz w:val="16"/>
                <w:szCs w:val="16"/>
                <w:lang w:val="sk-SK"/>
              </w:rPr>
              <w:t>)</w:t>
            </w:r>
          </w:p>
        </w:tc>
        <w:tc>
          <w:tcPr>
            <w:tcW w:w="47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72AF5A4" w14:textId="2DD5EBD2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</w:tr>
      <w:tr w:rsidR="00BA23CF" w:rsidRPr="00095574" w14:paraId="71871240" w14:textId="77777777" w:rsidTr="00BA23CF">
        <w:trPr>
          <w:trHeight w:val="420"/>
        </w:trPr>
        <w:tc>
          <w:tcPr>
            <w:tcW w:w="4606" w:type="dxa"/>
            <w:tcBorders>
              <w:right w:val="single" w:sz="4" w:space="0" w:color="auto"/>
            </w:tcBorders>
            <w:shd w:val="clear" w:color="auto" w:fill="auto"/>
          </w:tcPr>
          <w:p w14:paraId="308567D0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auto"/>
          </w:tcPr>
          <w:p w14:paraId="08EC6FBB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101DEE47" w14:textId="77777777" w:rsidTr="00BA23CF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64AD6C4" w14:textId="333F4FB6" w:rsidR="00BA23CF" w:rsidRPr="00391C44" w:rsidRDefault="00BA23CF" w:rsidP="0065628E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Sídlo </w:t>
            </w:r>
            <w:r>
              <w:rPr>
                <w:sz w:val="16"/>
                <w:szCs w:val="16"/>
                <w:lang w:val="sk-SK"/>
              </w:rPr>
              <w:t xml:space="preserve">partnera 2 </w:t>
            </w:r>
          </w:p>
        </w:tc>
      </w:tr>
      <w:tr w:rsidR="00BA23CF" w:rsidRPr="00095574" w14:paraId="643AC379" w14:textId="77777777" w:rsidTr="00BA23CF">
        <w:tc>
          <w:tcPr>
            <w:tcW w:w="9351" w:type="dxa"/>
            <w:gridSpan w:val="2"/>
            <w:shd w:val="clear" w:color="auto" w:fill="auto"/>
          </w:tcPr>
          <w:p w14:paraId="11028D18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0FCA7016" w14:textId="373F4338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677B47C9" w14:textId="77777777" w:rsidTr="007E0C10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35B7E365" w14:textId="574C44CC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Číslo Zmluvy o poskytnutí </w:t>
            </w:r>
            <w:r>
              <w:rPr>
                <w:sz w:val="16"/>
                <w:szCs w:val="16"/>
                <w:lang w:val="sk-SK"/>
              </w:rPr>
              <w:t>prostriedkov mechanizmu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6A9B6B96" w14:textId="23F835C1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</w:tr>
      <w:tr w:rsidR="00BA23CF" w:rsidRPr="00095574" w14:paraId="4477C850" w14:textId="77777777" w:rsidTr="007E0C1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E4F829A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B522131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8D02712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0ABEA054" w14:textId="77777777" w:rsidTr="007E0C10">
        <w:tc>
          <w:tcPr>
            <w:tcW w:w="9351" w:type="dxa"/>
            <w:gridSpan w:val="2"/>
            <w:shd w:val="clear" w:color="auto" w:fill="E6E6E6"/>
          </w:tcPr>
          <w:p w14:paraId="424C78AF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A23CF" w:rsidRPr="00095574" w14:paraId="5A1106A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196652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F772D48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A23CF" w:rsidRPr="00095574" w14:paraId="01CACEBE" w14:textId="77777777" w:rsidTr="007E0C10">
        <w:tc>
          <w:tcPr>
            <w:tcW w:w="4606" w:type="dxa"/>
            <w:shd w:val="clear" w:color="auto" w:fill="D9D9D9" w:themeFill="background1" w:themeFillShade="D9"/>
          </w:tcPr>
          <w:p w14:paraId="5A3963A0" w14:textId="2745593E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D212FF">
              <w:rPr>
                <w:sz w:val="16"/>
                <w:szCs w:val="16"/>
                <w:lang w:val="sk-SK"/>
              </w:rPr>
              <w:t xml:space="preserve">Začiatok realizácie projektu podľa </w:t>
            </w:r>
            <w:r w:rsidRPr="00F006A3">
              <w:rPr>
                <w:i/>
                <w:sz w:val="16"/>
                <w:szCs w:val="16"/>
                <w:lang w:val="sk-SK"/>
              </w:rPr>
              <w:t>Hlásenia o realizácii aktivít projektu</w:t>
            </w:r>
          </w:p>
        </w:tc>
        <w:tc>
          <w:tcPr>
            <w:tcW w:w="4745" w:type="dxa"/>
            <w:shd w:val="clear" w:color="auto" w:fill="D9D9D9" w:themeFill="background1" w:themeFillShade="D9"/>
          </w:tcPr>
          <w:p w14:paraId="66AFCFFB" w14:textId="519D977E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Ukončenie</w:t>
            </w:r>
            <w:r w:rsidRPr="00D212FF">
              <w:rPr>
                <w:sz w:val="16"/>
                <w:szCs w:val="16"/>
                <w:lang w:val="sk-SK"/>
              </w:rPr>
              <w:t xml:space="preserve"> realizácie projektu podľa prílohy č. 2 Zmluvy o poskytnutí </w:t>
            </w:r>
            <w:r>
              <w:rPr>
                <w:sz w:val="16"/>
                <w:szCs w:val="16"/>
                <w:lang w:val="sk-SK"/>
              </w:rPr>
              <w:t xml:space="preserve">prostriedkov mechanizmu v platnom znení, resp. podľa schválenej žiadosti o vykonanie zmeny v Zmluve o poskytnutí prostriedkov mechanizmu, ktorou dochádza k zmene plánovaného termínu ukončenia </w:t>
            </w:r>
            <w:r w:rsidRPr="00D212FF">
              <w:rPr>
                <w:sz w:val="16"/>
                <w:szCs w:val="16"/>
                <w:lang w:val="sk-SK"/>
              </w:rPr>
              <w:t>realizácie projektu</w:t>
            </w:r>
            <w:r>
              <w:rPr>
                <w:rStyle w:val="Odkaznapoznmkupodiarou"/>
                <w:sz w:val="16"/>
                <w:szCs w:val="16"/>
                <w:lang w:val="sk-SK"/>
              </w:rPr>
              <w:footnoteReference w:id="2"/>
            </w:r>
          </w:p>
        </w:tc>
      </w:tr>
      <w:tr w:rsidR="00BA23CF" w:rsidRPr="00095574" w14:paraId="28403AB4" w14:textId="77777777" w:rsidTr="007E0C10">
        <w:tc>
          <w:tcPr>
            <w:tcW w:w="4606" w:type="dxa"/>
            <w:shd w:val="clear" w:color="auto" w:fill="auto"/>
          </w:tcPr>
          <w:p w14:paraId="5C69FA7B" w14:textId="77777777" w:rsidR="00BA23CF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8BB2803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shd w:val="clear" w:color="auto" w:fill="auto"/>
          </w:tcPr>
          <w:p w14:paraId="6EFAD813" w14:textId="77777777" w:rsidR="00BA23CF" w:rsidRPr="00391C44" w:rsidRDefault="00BA23CF" w:rsidP="00BA23CF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</w:tbl>
    <w:p w14:paraId="4318D126" w14:textId="77777777" w:rsidR="00B00820" w:rsidRPr="00D212FF" w:rsidRDefault="00B00820" w:rsidP="00B93080">
      <w:pPr>
        <w:pStyle w:val="Zkladntext"/>
        <w:spacing w:line="360" w:lineRule="auto"/>
        <w:rPr>
          <w:b w:val="0"/>
          <w:i w:val="0"/>
          <w:sz w:val="22"/>
          <w:lang w:val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095574" w14:paraId="21EB3C81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A1C7CC4" w14:textId="77777777" w:rsidR="0024024B" w:rsidRPr="00A95CA3" w:rsidRDefault="00B00820" w:rsidP="00A95CA3">
            <w:pPr>
              <w:rPr>
                <w:b/>
                <w:color w:val="FFFFFF" w:themeColor="background1"/>
                <w:sz w:val="22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stavu a priebehu implementácie projektu</w:t>
            </w:r>
          </w:p>
        </w:tc>
      </w:tr>
      <w:tr w:rsidR="0024024B" w:rsidRPr="00095574" w14:paraId="4860B9FA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587CD769" w14:textId="732FB4F6" w:rsidR="0024024B" w:rsidRPr="00391C44" w:rsidRDefault="00A95CA3" w:rsidP="002140FD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Boli k</w:t>
            </w:r>
            <w:r w:rsidR="00606741">
              <w:rPr>
                <w:sz w:val="16"/>
                <w:szCs w:val="16"/>
                <w:lang w:val="sk-SK"/>
              </w:rPr>
              <w:t xml:space="preserve"> termínu, ktorý predstavuje polovicu </w:t>
            </w:r>
            <w:r w:rsidR="00391F02">
              <w:rPr>
                <w:sz w:val="16"/>
                <w:szCs w:val="16"/>
                <w:lang w:val="sk-SK"/>
              </w:rPr>
              <w:t>obdobia</w:t>
            </w:r>
            <w:r w:rsidR="00606741">
              <w:rPr>
                <w:sz w:val="16"/>
                <w:szCs w:val="16"/>
                <w:lang w:val="sk-SK"/>
              </w:rPr>
              <w:t xml:space="preserve">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vykonané všetky činnosti, ktorých realizácia tvorí predmet jednotlivých </w:t>
            </w:r>
            <w:r w:rsidR="002140FD">
              <w:rPr>
                <w:sz w:val="16"/>
                <w:szCs w:val="16"/>
                <w:lang w:val="sk-SK"/>
              </w:rPr>
              <w:t>pracovných balíkov</w:t>
            </w:r>
            <w:r w:rsidRPr="00A95CA3">
              <w:rPr>
                <w:sz w:val="16"/>
                <w:szCs w:val="16"/>
                <w:lang w:val="sk-SK"/>
              </w:rPr>
              <w:t xml:space="preserve"> projektu</w:t>
            </w:r>
            <w:r w:rsidR="002140FD">
              <w:rPr>
                <w:sz w:val="16"/>
                <w:szCs w:val="16"/>
                <w:lang w:val="sk-SK"/>
              </w:rPr>
              <w:t xml:space="preserve"> a splnené všetky úlohy/ciele vymedzené pre jednotlivé pracovné balíky projektu</w:t>
            </w:r>
            <w:r w:rsidRPr="00A95CA3">
              <w:rPr>
                <w:sz w:val="16"/>
                <w:szCs w:val="16"/>
                <w:lang w:val="sk-SK"/>
              </w:rPr>
              <w:t xml:space="preserve"> v termíne a v rozsahu stanovenom v rámci schváleného projektu</w:t>
            </w:r>
            <w:r w:rsidR="00626B2D">
              <w:rPr>
                <w:rStyle w:val="Odkaznapoznmkupodiarou"/>
                <w:sz w:val="16"/>
                <w:szCs w:val="16"/>
                <w:lang w:val="sk-SK"/>
              </w:rPr>
              <w:footnoteReference w:id="3"/>
            </w:r>
            <w:r w:rsidRPr="00A95CA3">
              <w:rPr>
                <w:sz w:val="16"/>
                <w:szCs w:val="16"/>
                <w:lang w:val="sk-SK"/>
              </w:rPr>
              <w:t xml:space="preserve">? </w:t>
            </w:r>
          </w:p>
        </w:tc>
      </w:tr>
      <w:tr w:rsidR="00D212FF" w:rsidRPr="00095574" w14:paraId="05CF28D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360116649"/>
              <w:placeholder>
                <w:docPart w:val="B3799B922FD04B16A57EC68247242AA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41CB75B3" w14:textId="77777777" w:rsidR="00D212FF" w:rsidRDefault="00D10E0D" w:rsidP="003F09E3">
                <w:pPr>
                  <w:rPr>
                    <w:sz w:val="16"/>
                    <w:szCs w:val="16"/>
                    <w:lang w:val="sk-SK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356F319D" w14:textId="77777777" w:rsidR="007E0C10" w:rsidRPr="00391C44" w:rsidRDefault="007E0C10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18103B1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75F24B5" w14:textId="4BB65FFD" w:rsidR="00A95CA3" w:rsidRPr="00391C44" w:rsidRDefault="00A95CA3" w:rsidP="00C32C5C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lastRenderedPageBreak/>
              <w:t>V prípade, ak odpoveď na predchádzajúcu otázku je záporná, uveďte dôvody, pre ktoré neboli k </w:t>
            </w:r>
            <w:r w:rsidR="00A83564">
              <w:rPr>
                <w:sz w:val="16"/>
                <w:szCs w:val="16"/>
                <w:lang w:val="sk-SK"/>
              </w:rPr>
              <w:t xml:space="preserve">termínu, ktorý predstavuje polovicu </w:t>
            </w:r>
            <w:r w:rsidR="002140FD">
              <w:rPr>
                <w:sz w:val="16"/>
                <w:szCs w:val="16"/>
                <w:lang w:val="sk-SK"/>
              </w:rPr>
              <w:t>obdobia</w:t>
            </w:r>
            <w:r w:rsidR="00A83564">
              <w:rPr>
                <w:sz w:val="16"/>
                <w:szCs w:val="16"/>
                <w:lang w:val="sk-SK"/>
              </w:rPr>
              <w:t xml:space="preserve">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všetky činnosti, ktorých realizácia tvorí predmet jednotlivých </w:t>
            </w:r>
            <w:r w:rsidR="002140FD">
              <w:rPr>
                <w:sz w:val="16"/>
                <w:szCs w:val="16"/>
                <w:lang w:val="sk-SK"/>
              </w:rPr>
              <w:t>pracovných balíkov</w:t>
            </w:r>
            <w:r w:rsidRPr="00A95CA3">
              <w:rPr>
                <w:sz w:val="16"/>
                <w:szCs w:val="16"/>
                <w:lang w:val="sk-SK"/>
              </w:rPr>
              <w:t xml:space="preserve"> projektu vykonané </w:t>
            </w:r>
            <w:r w:rsidR="002140FD">
              <w:rPr>
                <w:sz w:val="16"/>
                <w:szCs w:val="16"/>
                <w:lang w:val="sk-SK"/>
              </w:rPr>
              <w:t>a všetky úlohy/ciele vymedzené pre jednotlivé pracovné balíky projektu</w:t>
            </w:r>
            <w:r w:rsidR="00C32C5C">
              <w:rPr>
                <w:sz w:val="16"/>
                <w:szCs w:val="16"/>
                <w:lang w:val="sk-SK"/>
              </w:rPr>
              <w:t xml:space="preserve"> splnené </w:t>
            </w:r>
            <w:r w:rsidRPr="00A95CA3">
              <w:rPr>
                <w:sz w:val="16"/>
                <w:szCs w:val="16"/>
                <w:lang w:val="sk-SK"/>
              </w:rPr>
              <w:t>v termíne a v rozsahu stanovenom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095574" w14:paraId="28FFABD9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29DB449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7DED92E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7B3E7DAB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2767FFA9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17DD89E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3AA982A7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3706A43" w14:textId="3E416D84" w:rsidR="00A95CA3" w:rsidRPr="00391C44" w:rsidRDefault="00A95CA3" w:rsidP="00C32C5C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 xml:space="preserve">Uveďte stručný popis priebehu realizácie jednotlivých </w:t>
            </w:r>
            <w:r w:rsidR="00C32C5C">
              <w:rPr>
                <w:sz w:val="16"/>
                <w:szCs w:val="16"/>
                <w:lang w:val="sk-SK"/>
              </w:rPr>
              <w:t>pracovných balíkov</w:t>
            </w:r>
            <w:r w:rsidRPr="00A95CA3">
              <w:rPr>
                <w:sz w:val="16"/>
                <w:szCs w:val="16"/>
                <w:lang w:val="sk-SK"/>
              </w:rPr>
              <w:t xml:space="preserve">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C32C5C">
              <w:rPr>
                <w:sz w:val="16"/>
                <w:szCs w:val="16"/>
                <w:lang w:val="sk-SK"/>
              </w:rPr>
              <w:t>obdobia</w:t>
            </w:r>
            <w:r w:rsidR="0079733B">
              <w:rPr>
                <w:sz w:val="16"/>
                <w:szCs w:val="16"/>
                <w:lang w:val="sk-SK"/>
              </w:rPr>
              <w:t xml:space="preserve"> realizácie </w:t>
            </w:r>
            <w:r w:rsidR="009B4E44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A95CA3" w:rsidRPr="00095574" w14:paraId="7E9AF39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14061351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81FCB50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3893CAD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2E97D6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DBD9F7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563C2FB7" w14:textId="77777777" w:rsidTr="007E0C10">
        <w:trPr>
          <w:trHeight w:val="111"/>
        </w:trPr>
        <w:tc>
          <w:tcPr>
            <w:tcW w:w="9351" w:type="dxa"/>
            <w:shd w:val="clear" w:color="auto" w:fill="E6E6E6"/>
          </w:tcPr>
          <w:p w14:paraId="197FC884" w14:textId="2CA37B8C" w:rsidR="00A95CA3" w:rsidRPr="00391C44" w:rsidRDefault="00A95CA3" w:rsidP="00C32C5C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 xml:space="preserve">Uveďte a stručne popíšte interné a/alebo externé vplyvy, ktoré pozitívnym a/alebo negatívnym spôsobom pôsobili na priebeh realizácie jednotlivých </w:t>
            </w:r>
            <w:r w:rsidR="00C32C5C">
              <w:rPr>
                <w:sz w:val="16"/>
                <w:szCs w:val="16"/>
                <w:lang w:val="sk-SK"/>
              </w:rPr>
              <w:t>pracovných balíkov</w:t>
            </w:r>
            <w:r w:rsidRPr="00A95CA3">
              <w:rPr>
                <w:sz w:val="16"/>
                <w:szCs w:val="16"/>
                <w:lang w:val="sk-SK"/>
              </w:rPr>
              <w:t xml:space="preserve">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C32C5C">
              <w:rPr>
                <w:sz w:val="16"/>
                <w:szCs w:val="16"/>
                <w:lang w:val="sk-SK"/>
              </w:rPr>
              <w:t>obdobia</w:t>
            </w:r>
            <w:r w:rsidR="0079733B">
              <w:rPr>
                <w:sz w:val="16"/>
                <w:szCs w:val="16"/>
                <w:lang w:val="sk-SK"/>
              </w:rPr>
              <w:t xml:space="preserve">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24024B" w:rsidRPr="00095574" w14:paraId="177B16EE" w14:textId="77777777" w:rsidTr="007E0C10">
        <w:trPr>
          <w:trHeight w:val="452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auto"/>
          </w:tcPr>
          <w:p w14:paraId="5DFF6F6C" w14:textId="77777777" w:rsidR="0024024B" w:rsidRDefault="0024024B" w:rsidP="00E06C16">
            <w:pPr>
              <w:rPr>
                <w:sz w:val="16"/>
                <w:szCs w:val="16"/>
                <w:lang w:val="sk-SK"/>
              </w:rPr>
            </w:pPr>
          </w:p>
          <w:p w14:paraId="6D787604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41546692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5DEFD743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1815CD8B" w14:textId="77777777" w:rsidR="00A95CA3" w:rsidRPr="00391C44" w:rsidRDefault="00A95CA3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7E0C10" w:rsidRPr="00095574" w14:paraId="627E5757" w14:textId="77777777" w:rsidTr="007E0C10">
        <w:trPr>
          <w:trHeight w:val="452"/>
        </w:trPr>
        <w:tc>
          <w:tcPr>
            <w:tcW w:w="9351" w:type="dxa"/>
            <w:tcBorders>
              <w:left w:val="nil"/>
              <w:right w:val="nil"/>
            </w:tcBorders>
            <w:shd w:val="clear" w:color="auto" w:fill="auto"/>
          </w:tcPr>
          <w:p w14:paraId="682B5C3C" w14:textId="77777777" w:rsidR="007E0C10" w:rsidRDefault="007E0C10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2DAC819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3E993E0" w14:textId="3B2FA688" w:rsidR="0024024B" w:rsidRPr="00391C44" w:rsidRDefault="00B00820" w:rsidP="00C32C5C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míľnikov projektu</w:t>
            </w:r>
          </w:p>
        </w:tc>
      </w:tr>
      <w:tr w:rsidR="0024024B" w:rsidRPr="00A923AF" w14:paraId="33BD5DD2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2E3B4B1D" w14:textId="63CDC7C7" w:rsidR="0024024B" w:rsidRPr="00391C44" w:rsidRDefault="00E52453" w:rsidP="00D95D9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Boli k </w:t>
            </w:r>
            <w:r w:rsidR="0079733B">
              <w:rPr>
                <w:sz w:val="16"/>
                <w:szCs w:val="16"/>
                <w:lang w:val="sk-SK"/>
              </w:rPr>
              <w:t xml:space="preserve">termínu, ktorý predstavuje polovicu </w:t>
            </w:r>
            <w:r w:rsidR="00D95D98">
              <w:rPr>
                <w:sz w:val="16"/>
                <w:szCs w:val="16"/>
                <w:lang w:val="sk-SK"/>
              </w:rPr>
              <w:t>obdobia</w:t>
            </w:r>
            <w:r w:rsidR="0079733B">
              <w:rPr>
                <w:sz w:val="16"/>
                <w:szCs w:val="16"/>
                <w:lang w:val="sk-SK"/>
              </w:rPr>
              <w:t xml:space="preserve"> realizácie projektu </w:t>
            </w:r>
            <w:r w:rsidRPr="00E52453">
              <w:rPr>
                <w:sz w:val="16"/>
                <w:szCs w:val="16"/>
                <w:lang w:val="sk-SK"/>
              </w:rPr>
              <w:t xml:space="preserve">dosiahnuté všetky míľniky, ktorých dosiahnutie tvorí súčasť jednotlivých </w:t>
            </w:r>
            <w:r w:rsidR="00D95D98">
              <w:rPr>
                <w:sz w:val="16"/>
                <w:szCs w:val="16"/>
                <w:lang w:val="sk-SK"/>
              </w:rPr>
              <w:t>pracovných balíkov</w:t>
            </w:r>
            <w:r w:rsidRPr="00E52453">
              <w:rPr>
                <w:sz w:val="16"/>
                <w:szCs w:val="16"/>
                <w:lang w:val="sk-SK"/>
              </w:rPr>
              <w:t xml:space="preserve"> projektu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="000440E9">
              <w:rPr>
                <w:rStyle w:val="Odkaznapoznmkupodiarou"/>
                <w:sz w:val="16"/>
                <w:szCs w:val="16"/>
                <w:lang w:val="sk-SK"/>
              </w:rPr>
              <w:footnoteReference w:id="4"/>
            </w:r>
          </w:p>
        </w:tc>
      </w:tr>
      <w:tr w:rsidR="00F006A3" w:rsidRPr="00A923AF" w14:paraId="30A001C5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1125580349"/>
              <w:placeholder>
                <w:docPart w:val="842148962E6440709BE75F314EC7047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60EDBCE7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474DE59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6EC5AD8E" w14:textId="7D216035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4E9D0E9C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570ACAD" w14:textId="31A64399" w:rsidR="00A95CA3" w:rsidRPr="00391C44" w:rsidRDefault="00E52453" w:rsidP="00D95D9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V prípade, ak odpoveď na predchádzajúcu otázku je záporná, uveďte dôvody, pre ktoré neboli k </w:t>
            </w:r>
            <w:r w:rsidR="0079733B">
              <w:rPr>
                <w:sz w:val="16"/>
                <w:szCs w:val="16"/>
                <w:lang w:val="sk-SK"/>
              </w:rPr>
              <w:t xml:space="preserve">termínu, ktorý predstavuje polovicu </w:t>
            </w:r>
            <w:r w:rsidR="00C32C5C">
              <w:rPr>
                <w:sz w:val="16"/>
                <w:szCs w:val="16"/>
                <w:lang w:val="sk-SK"/>
              </w:rPr>
              <w:t>obdobia</w:t>
            </w:r>
            <w:r w:rsidR="0079733B">
              <w:rPr>
                <w:sz w:val="16"/>
                <w:szCs w:val="16"/>
                <w:lang w:val="sk-SK"/>
              </w:rPr>
              <w:t xml:space="preserve"> realizácie projektu</w:t>
            </w:r>
            <w:r w:rsidRPr="00E52453">
              <w:rPr>
                <w:sz w:val="16"/>
                <w:szCs w:val="16"/>
                <w:lang w:val="sk-SK"/>
              </w:rPr>
              <w:t xml:space="preserve"> všetky míľniky, ktorých dosiahnutie tvorí súčasť jednotlivých </w:t>
            </w:r>
            <w:r w:rsidR="00D95D98">
              <w:rPr>
                <w:sz w:val="16"/>
                <w:szCs w:val="16"/>
                <w:lang w:val="sk-SK"/>
              </w:rPr>
              <w:t>pracovných balíkov</w:t>
            </w:r>
            <w:r w:rsidRPr="00E52453">
              <w:rPr>
                <w:sz w:val="16"/>
                <w:szCs w:val="16"/>
                <w:lang w:val="sk-SK"/>
              </w:rPr>
              <w:t xml:space="preserve"> projektu dosiahnuté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A923AF" w14:paraId="4A15B492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E3B4C43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039D5DB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747C01B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459CA4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4F1C4C0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18F7EAB3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DBD0F12" w14:textId="383273BF" w:rsidR="00A95CA3" w:rsidRPr="00391C44" w:rsidRDefault="00E52453" w:rsidP="00C32C5C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míľnikov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C32C5C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B23879">
              <w:rPr>
                <w:rStyle w:val="Odkaznapoznmkupodiarou"/>
                <w:sz w:val="16"/>
                <w:szCs w:val="16"/>
                <w:lang w:val="sk-SK"/>
              </w:rPr>
              <w:footnoteReference w:id="5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A95CA3" w:rsidRPr="00A923AF" w14:paraId="0BDEEBF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9F3A19A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2039EE67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59C681E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5DBEE4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73BB22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3441F979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20FD3EE" w14:textId="26130396" w:rsidR="00A95CA3" w:rsidRPr="00391C44" w:rsidRDefault="00E52453" w:rsidP="00C32C5C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míľnikov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C32C5C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CD3645">
              <w:rPr>
                <w:rStyle w:val="Odkaznapoznmkupodiarou"/>
                <w:sz w:val="16"/>
                <w:szCs w:val="16"/>
                <w:lang w:val="sk-SK"/>
              </w:rPr>
              <w:footnoteReference w:id="6"/>
            </w:r>
          </w:p>
        </w:tc>
      </w:tr>
      <w:tr w:rsidR="00977D34" w:rsidRPr="00A923AF" w14:paraId="7E721891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DED94CB" w14:textId="274C9F08" w:rsidR="00977D34" w:rsidRPr="00E52453" w:rsidRDefault="00977D34" w:rsidP="00F95049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086884" w14:textId="77777777" w:rsidTr="00E013A4">
        <w:trPr>
          <w:trHeight w:val="254"/>
        </w:trPr>
        <w:tc>
          <w:tcPr>
            <w:tcW w:w="93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8777B6" w14:textId="77777777" w:rsidR="00E52453" w:rsidRPr="00391C44" w:rsidRDefault="00E52453" w:rsidP="007E0C10">
            <w:pPr>
              <w:ind w:right="-106"/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-1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B00820" w:rsidRPr="00A923AF" w14:paraId="621EB672" w14:textId="77777777" w:rsidTr="00E013A4">
        <w:trPr>
          <w:trHeight w:val="228"/>
        </w:trPr>
        <w:tc>
          <w:tcPr>
            <w:tcW w:w="9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6EB6"/>
          </w:tcPr>
          <w:p w14:paraId="3E9E8345" w14:textId="09C50F07" w:rsidR="00B00820" w:rsidRPr="00391C44" w:rsidRDefault="00B00820" w:rsidP="00DD53FB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 xml:space="preserve">4. </w:t>
            </w:r>
            <w:r w:rsidR="00A95CA3">
              <w:rPr>
                <w:rFonts w:cs="Times New Roman"/>
                <w:b/>
                <w:szCs w:val="28"/>
              </w:rPr>
              <w:t xml:space="preserve">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výstupov projektu</w:t>
            </w:r>
          </w:p>
        </w:tc>
      </w:tr>
      <w:tr w:rsidR="00B00820" w:rsidRPr="00A923AF" w14:paraId="69976981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4F4A1F16" w14:textId="256FED99" w:rsidR="00B00820" w:rsidRPr="00391C44" w:rsidRDefault="00E52453" w:rsidP="009140BE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</w:t>
            </w:r>
            <w:r w:rsidR="009140BE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projektu </w:t>
            </w:r>
            <w:r w:rsidRPr="00E52453">
              <w:rPr>
                <w:sz w:val="16"/>
                <w:szCs w:val="16"/>
                <w:lang w:val="sk-SK"/>
              </w:rPr>
              <w:t xml:space="preserve">dosiahnuté všetky výstupy, ktorých dosiahnutie tvorí súčasť jednotlivých </w:t>
            </w:r>
            <w:r w:rsidR="00DD53FB">
              <w:rPr>
                <w:sz w:val="16"/>
                <w:szCs w:val="16"/>
                <w:lang w:val="sk-SK"/>
              </w:rPr>
              <w:t xml:space="preserve"> pracovných balíkov</w:t>
            </w:r>
            <w:r w:rsidR="00DD53FB" w:rsidRPr="00E52453">
              <w:rPr>
                <w:sz w:val="16"/>
                <w:szCs w:val="16"/>
                <w:lang w:val="sk-SK"/>
              </w:rPr>
              <w:t xml:space="preserve"> </w:t>
            </w:r>
            <w:r w:rsidRPr="00E52453">
              <w:rPr>
                <w:sz w:val="16"/>
                <w:szCs w:val="16"/>
                <w:lang w:val="sk-SK"/>
              </w:rPr>
              <w:t>projektu v termíne, v podobe a v 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Pr="00E52453">
              <w:rPr>
                <w:sz w:val="16"/>
                <w:szCs w:val="16"/>
                <w:vertAlign w:val="superscript"/>
                <w:lang w:val="sk-SK"/>
              </w:rPr>
              <w:footnoteReference w:id="7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F006A3" w:rsidRPr="00A923AF" w14:paraId="314681B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748256556"/>
              <w:placeholder>
                <w:docPart w:val="7BDA5B0CEE464023A52288825218520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1BFABF4A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16F618D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467FD621" w14:textId="19EF03BE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0D6F9C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8EBE9A7" w14:textId="3CC2B716" w:rsidR="00E52453" w:rsidRPr="00391C44" w:rsidRDefault="00E52453" w:rsidP="008C081A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V prípade, ak odpoveď na predchádzajúcu otázku je záporná, uveďte dôvody, pre ktoré neboli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</w:t>
            </w:r>
            <w:r w:rsidR="008C081A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projektu </w:t>
            </w:r>
            <w:r w:rsidRPr="00E52453">
              <w:rPr>
                <w:sz w:val="16"/>
                <w:szCs w:val="16"/>
                <w:lang w:val="sk-SK"/>
              </w:rPr>
              <w:t xml:space="preserve">všetky výstupy, ktorých dosiahnutie tvorí súčasť jednotlivých </w:t>
            </w:r>
            <w:r w:rsidR="009140BE">
              <w:rPr>
                <w:sz w:val="16"/>
                <w:szCs w:val="16"/>
                <w:lang w:val="sk-SK"/>
              </w:rPr>
              <w:t xml:space="preserve"> pracovných balíkov</w:t>
            </w:r>
            <w:r w:rsidR="009140BE" w:rsidRPr="00E52453">
              <w:rPr>
                <w:sz w:val="16"/>
                <w:szCs w:val="16"/>
                <w:lang w:val="sk-SK"/>
              </w:rPr>
              <w:t xml:space="preserve"> </w:t>
            </w:r>
            <w:r w:rsidRPr="00E52453">
              <w:rPr>
                <w:sz w:val="16"/>
                <w:szCs w:val="16"/>
                <w:lang w:val="sk-SK"/>
              </w:rPr>
              <w:t>projektu dosiahnuté v termíne, v podobe a v 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E52453" w:rsidRPr="00A923AF" w14:paraId="799A75A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0DC5B6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2E1B6E44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61FD8B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348AB57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DD9DA5A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64DDA9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5A06208" w14:textId="0E9C21CD" w:rsidR="00E52453" w:rsidRPr="00391C44" w:rsidRDefault="00E52453" w:rsidP="008C081A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výstupov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8C081A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9B4E44">
              <w:rPr>
                <w:rStyle w:val="Odkaznapoznmkupodiarou"/>
                <w:sz w:val="16"/>
                <w:szCs w:val="16"/>
                <w:lang w:val="sk-SK"/>
              </w:rPr>
              <w:footnoteReference w:id="8"/>
            </w:r>
          </w:p>
        </w:tc>
      </w:tr>
      <w:tr w:rsidR="00E52453" w:rsidRPr="00A923AF" w14:paraId="4548B727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26AEBA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845B858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ADB357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69DF4D5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7258414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52F8541C" w14:textId="77777777" w:rsidTr="001A18E2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11A71C60" w14:textId="4B516BB3" w:rsidR="00E52453" w:rsidRPr="00391C44" w:rsidRDefault="00E52453" w:rsidP="008C081A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výstupov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</w:t>
            </w:r>
            <w:r w:rsidR="008C081A">
              <w:rPr>
                <w:sz w:val="16"/>
                <w:szCs w:val="16"/>
                <w:lang w:val="sk-SK"/>
              </w:rPr>
              <w:t>obdobia</w:t>
            </w:r>
            <w:r w:rsidR="00F95049">
              <w:rPr>
                <w:sz w:val="16"/>
                <w:szCs w:val="16"/>
                <w:lang w:val="sk-SK"/>
              </w:rPr>
              <w:t xml:space="preserve">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1A18E2">
              <w:rPr>
                <w:rStyle w:val="Odkaznapoznmkupodiarou"/>
                <w:sz w:val="16"/>
                <w:szCs w:val="16"/>
                <w:lang w:val="sk-SK"/>
              </w:rPr>
              <w:footnoteReference w:id="9"/>
            </w:r>
          </w:p>
        </w:tc>
      </w:tr>
      <w:tr w:rsidR="00B00820" w:rsidRPr="00A923AF" w14:paraId="4F234B13" w14:textId="77777777" w:rsidTr="001A18E2">
        <w:trPr>
          <w:trHeight w:val="293"/>
        </w:trPr>
        <w:tc>
          <w:tcPr>
            <w:tcW w:w="9351" w:type="dxa"/>
            <w:tcBorders>
              <w:bottom w:val="nil"/>
            </w:tcBorders>
            <w:shd w:val="clear" w:color="auto" w:fill="auto"/>
          </w:tcPr>
          <w:p w14:paraId="1BBF89B8" w14:textId="77777777" w:rsidR="00B00820" w:rsidRDefault="00B00820" w:rsidP="003F09E3">
            <w:pPr>
              <w:rPr>
                <w:sz w:val="16"/>
                <w:szCs w:val="16"/>
                <w:lang w:val="sk-SK"/>
              </w:rPr>
            </w:pPr>
          </w:p>
          <w:p w14:paraId="1E131FA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EB11769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4ADC12A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978ECDB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A923AF" w14:paraId="6117C1A4" w14:textId="77777777" w:rsidTr="001A18E2">
        <w:tc>
          <w:tcPr>
            <w:tcW w:w="9351" w:type="dxa"/>
            <w:tcBorders>
              <w:top w:val="nil"/>
            </w:tcBorders>
            <w:shd w:val="clear" w:color="auto" w:fill="006EB6"/>
          </w:tcPr>
          <w:p w14:paraId="2D0983F3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4839509" w14:textId="77777777" w:rsidTr="007E0C10">
        <w:tc>
          <w:tcPr>
            <w:tcW w:w="9351" w:type="dxa"/>
            <w:shd w:val="clear" w:color="auto" w:fill="auto"/>
          </w:tcPr>
          <w:p w14:paraId="4A321A9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F336E3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73193ABB" w14:textId="45D02334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</w:t>
            </w:r>
          </w:p>
          <w:p w14:paraId="29EEFBAA" w14:textId="49CAF88F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FB08C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48C6921" w14:textId="2D886C6C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</w:t>
            </w:r>
          </w:p>
          <w:p w14:paraId="0B90DBE1" w14:textId="4DEFC984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4F3A58E" w14:textId="77777777" w:rsidR="001A18E2" w:rsidRPr="00391C44" w:rsidRDefault="001A18E2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5006A7" w14:textId="4E7305A6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F95049">
              <w:rPr>
                <w:bCs/>
                <w:sz w:val="16"/>
                <w:szCs w:val="16"/>
                <w:lang w:val="sk-SK"/>
              </w:rPr>
              <w:t xml:space="preserve">Miesto </w:t>
            </w:r>
            <w:r w:rsidR="001A18E2">
              <w:rPr>
                <w:bCs/>
                <w:sz w:val="16"/>
                <w:szCs w:val="16"/>
                <w:lang w:val="sk-SK"/>
              </w:rPr>
              <w:t xml:space="preserve">a dátum </w:t>
            </w:r>
            <w:r w:rsidRPr="00F95049">
              <w:rPr>
                <w:bCs/>
                <w:sz w:val="16"/>
                <w:szCs w:val="16"/>
                <w:lang w:val="sk-SK"/>
              </w:rPr>
              <w:t>podpisu:</w:t>
            </w:r>
            <w:r w:rsidRPr="00391C44">
              <w:rPr>
                <w:bCs/>
                <w:sz w:val="16"/>
                <w:szCs w:val="16"/>
                <w:lang w:val="sk-SK"/>
              </w:rPr>
              <w:t xml:space="preserve">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......................................................................................</w:t>
            </w:r>
          </w:p>
          <w:p w14:paraId="5109185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0DE2023" w14:textId="77777777" w:rsidR="0024024B" w:rsidRPr="00391C44" w:rsidRDefault="0024024B" w:rsidP="001A18E2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6F96E90" w14:textId="77777777" w:rsidR="0024024B" w:rsidRPr="00391C44" w:rsidRDefault="0024024B" w:rsidP="009F5E28">
      <w:pPr>
        <w:rPr>
          <w:rFonts w:ascii="Arial Narrow" w:hAnsi="Arial Narrow"/>
          <w:szCs w:val="20"/>
          <w:lang w:val="sk-SK"/>
        </w:rPr>
      </w:pPr>
    </w:p>
    <w:sectPr w:rsidR="0024024B" w:rsidRPr="00391C44" w:rsidSect="00D20F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81" w:right="1274" w:bottom="107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73EAE" w14:textId="77777777" w:rsidR="00252D2D" w:rsidRDefault="00252D2D">
      <w:r>
        <w:separator/>
      </w:r>
    </w:p>
  </w:endnote>
  <w:endnote w:type="continuationSeparator" w:id="0">
    <w:p w14:paraId="2C8E114B" w14:textId="77777777" w:rsidR="00252D2D" w:rsidRDefault="0025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687B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0A00F0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0AB26AD5" w14:textId="1B143A36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F7E" w:rsidRPr="00660F7E">
          <w:rPr>
            <w:noProof/>
            <w:lang w:val="sk-SK"/>
          </w:rPr>
          <w:t>1</w:t>
        </w:r>
        <w:r>
          <w:fldChar w:fldCharType="end"/>
        </w:r>
      </w:p>
    </w:sdtContent>
  </w:sdt>
  <w:p w14:paraId="79B9140A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5E891" w14:textId="77777777" w:rsidR="00660F7E" w:rsidRDefault="00660F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3DD92" w14:textId="77777777" w:rsidR="00252D2D" w:rsidRDefault="00252D2D">
      <w:r>
        <w:separator/>
      </w:r>
    </w:p>
  </w:footnote>
  <w:footnote w:type="continuationSeparator" w:id="0">
    <w:p w14:paraId="2973C5B7" w14:textId="77777777" w:rsidR="00252D2D" w:rsidRDefault="00252D2D">
      <w:r>
        <w:continuationSeparator/>
      </w:r>
    </w:p>
  </w:footnote>
  <w:footnote w:id="1">
    <w:p w14:paraId="7D004512" w14:textId="6F6EF3EA" w:rsidR="00E52453" w:rsidRPr="00A102E2" w:rsidRDefault="00E52453" w:rsidP="00586DB3">
      <w:pPr>
        <w:pStyle w:val="Textpoznmkypodiarou"/>
        <w:ind w:right="142" w:hanging="142"/>
        <w:rPr>
          <w:b/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65628E">
        <w:rPr>
          <w:i/>
          <w:sz w:val="14"/>
          <w:szCs w:val="14"/>
          <w:lang w:val="sk-SK"/>
        </w:rPr>
        <w:t>Hlásenie  prijímateľa o stave  implementácie projektu a dosahovaní míľnikov a výstupov projektu</w:t>
      </w:r>
      <w:r w:rsidR="0012224C">
        <w:rPr>
          <w:sz w:val="14"/>
          <w:szCs w:val="14"/>
          <w:lang w:val="sk-SK"/>
        </w:rPr>
        <w:t xml:space="preserve"> je prijímateľ povinný predložiť v zmysle ustanovenia čl.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 xml:space="preserve"> ods.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>.</w:t>
      </w:r>
      <w:r w:rsidR="00C671EE">
        <w:rPr>
          <w:sz w:val="14"/>
          <w:szCs w:val="14"/>
          <w:lang w:val="sk-SK"/>
        </w:rPr>
        <w:t>7</w:t>
      </w:r>
      <w:r w:rsidR="0012224C">
        <w:rPr>
          <w:sz w:val="14"/>
          <w:szCs w:val="14"/>
          <w:lang w:val="sk-SK"/>
        </w:rPr>
        <w:t xml:space="preserve"> Zmluvy o poskytnutí </w:t>
      </w:r>
      <w:r w:rsidR="00C671EE">
        <w:rPr>
          <w:sz w:val="14"/>
          <w:szCs w:val="14"/>
          <w:lang w:val="sk-SK"/>
        </w:rPr>
        <w:t>prostriedkov mechanizmu</w:t>
      </w:r>
      <w:r w:rsidR="00606741">
        <w:rPr>
          <w:sz w:val="14"/>
          <w:szCs w:val="14"/>
          <w:lang w:val="sk-SK"/>
        </w:rPr>
        <w:t xml:space="preserve">, pričom informácie v ňom uvedené majú popisovať </w:t>
      </w:r>
      <w:r w:rsidR="00606741" w:rsidRPr="00E52453">
        <w:rPr>
          <w:sz w:val="14"/>
          <w:szCs w:val="14"/>
          <w:lang w:val="sk-SK"/>
        </w:rPr>
        <w:t>stav  implementácie projektu a dosahovan</w:t>
      </w:r>
      <w:r w:rsidR="00606741">
        <w:rPr>
          <w:sz w:val="14"/>
          <w:szCs w:val="14"/>
          <w:lang w:val="sk-SK"/>
        </w:rPr>
        <w:t>ia</w:t>
      </w:r>
      <w:r w:rsidR="00606741" w:rsidRPr="00E52453">
        <w:rPr>
          <w:sz w:val="14"/>
          <w:szCs w:val="14"/>
          <w:lang w:val="sk-SK"/>
        </w:rPr>
        <w:t xml:space="preserve"> míľnikov a výstupov projektu</w:t>
      </w:r>
      <w:r w:rsidR="00606741">
        <w:rPr>
          <w:sz w:val="14"/>
          <w:szCs w:val="14"/>
          <w:lang w:val="sk-SK"/>
        </w:rPr>
        <w:t xml:space="preserve"> k termínu, ktorý predstavuje polovicu </w:t>
      </w:r>
      <w:r w:rsidR="002140FD">
        <w:rPr>
          <w:sz w:val="14"/>
          <w:szCs w:val="14"/>
          <w:lang w:val="sk-SK"/>
        </w:rPr>
        <w:t>obdobia</w:t>
      </w:r>
      <w:r w:rsidR="00606741">
        <w:rPr>
          <w:sz w:val="14"/>
          <w:szCs w:val="14"/>
          <w:lang w:val="sk-SK"/>
        </w:rPr>
        <w:t xml:space="preserve"> realizácie projektu </w:t>
      </w:r>
      <w:r w:rsidR="00543D8E">
        <w:rPr>
          <w:sz w:val="14"/>
          <w:szCs w:val="14"/>
          <w:lang w:val="sk-SK"/>
        </w:rPr>
        <w:t xml:space="preserve">v zmysle harmonogramu realizácie projektu vyplývajúceho z prílohy č. 2 Zmluvy o poskytnutí </w:t>
      </w:r>
      <w:r w:rsidR="00C671EE">
        <w:rPr>
          <w:sz w:val="14"/>
          <w:szCs w:val="14"/>
          <w:lang w:val="sk-SK"/>
        </w:rPr>
        <w:t>prostriedkov mechanizmu</w:t>
      </w:r>
      <w:r w:rsidR="00543D8E">
        <w:rPr>
          <w:sz w:val="14"/>
          <w:szCs w:val="14"/>
          <w:lang w:val="sk-SK"/>
        </w:rPr>
        <w:t xml:space="preserve"> </w:t>
      </w:r>
      <w:r w:rsidR="00A102E2">
        <w:rPr>
          <w:sz w:val="14"/>
          <w:szCs w:val="14"/>
          <w:lang w:val="sk-SK"/>
        </w:rPr>
        <w:t xml:space="preserve">v platnom znení </w:t>
      </w:r>
      <w:r w:rsidR="00543D8E">
        <w:rPr>
          <w:sz w:val="14"/>
          <w:szCs w:val="14"/>
          <w:lang w:val="sk-SK"/>
        </w:rPr>
        <w:t xml:space="preserve">vrátane </w:t>
      </w:r>
      <w:r w:rsidR="007A039B">
        <w:rPr>
          <w:sz w:val="14"/>
          <w:szCs w:val="14"/>
          <w:lang w:val="sk-SK"/>
        </w:rPr>
        <w:t>jeho akceptovaných/schválených zmien</w:t>
      </w:r>
      <w:r w:rsidR="00A102E2">
        <w:rPr>
          <w:sz w:val="14"/>
          <w:szCs w:val="14"/>
          <w:lang w:val="sk-SK"/>
        </w:rPr>
        <w:t xml:space="preserve"> </w:t>
      </w:r>
      <w:r w:rsidR="00A102E2" w:rsidRPr="00A102E2">
        <w:rPr>
          <w:b/>
          <w:sz w:val="14"/>
          <w:szCs w:val="14"/>
          <w:lang w:val="sk-SK"/>
        </w:rPr>
        <w:t xml:space="preserve">(ďalej len „termín, ktorý predstavuje polovicu </w:t>
      </w:r>
      <w:r w:rsidR="002140FD">
        <w:rPr>
          <w:b/>
          <w:sz w:val="14"/>
          <w:szCs w:val="14"/>
          <w:lang w:val="sk-SK"/>
        </w:rPr>
        <w:t>obdobia</w:t>
      </w:r>
      <w:r w:rsidR="00A102E2" w:rsidRPr="00A102E2">
        <w:rPr>
          <w:b/>
          <w:sz w:val="14"/>
          <w:szCs w:val="14"/>
          <w:lang w:val="sk-SK"/>
        </w:rPr>
        <w:t xml:space="preserve"> realizácie projektu“).</w:t>
      </w:r>
    </w:p>
  </w:footnote>
  <w:footnote w:id="2">
    <w:p w14:paraId="0EC14FAA" w14:textId="211B016B" w:rsidR="00BA23CF" w:rsidRPr="00187ED7" w:rsidRDefault="00BA23CF" w:rsidP="00626B2D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562A54">
        <w:rPr>
          <w:sz w:val="14"/>
          <w:szCs w:val="14"/>
          <w:lang w:val="sk-SK"/>
        </w:rPr>
        <w:t xml:space="preserve">Je potrebné uviesť aktuálny termín </w:t>
      </w:r>
      <w:r>
        <w:rPr>
          <w:sz w:val="14"/>
          <w:szCs w:val="14"/>
          <w:lang w:val="sk-SK"/>
        </w:rPr>
        <w:t>ukončenia</w:t>
      </w:r>
      <w:r w:rsidRPr="00562A54">
        <w:rPr>
          <w:sz w:val="14"/>
          <w:szCs w:val="14"/>
          <w:lang w:val="sk-SK"/>
        </w:rPr>
        <w:t xml:space="preserve"> realizácie projektu v prípade </w:t>
      </w:r>
      <w:r>
        <w:rPr>
          <w:sz w:val="14"/>
          <w:szCs w:val="14"/>
          <w:lang w:val="sk-SK"/>
        </w:rPr>
        <w:t xml:space="preserve">úpravy údajov stanovených v rámci prílohy č. 2 Zmluvy o poskytnutí </w:t>
      </w:r>
      <w:r w:rsidRPr="00187ED7">
        <w:rPr>
          <w:sz w:val="14"/>
          <w:szCs w:val="14"/>
          <w:lang w:val="sk-SK"/>
        </w:rPr>
        <w:t xml:space="preserve">prostriedkov mechanizmu </w:t>
      </w:r>
      <w:r>
        <w:rPr>
          <w:sz w:val="14"/>
          <w:szCs w:val="14"/>
          <w:lang w:val="sk-SK"/>
        </w:rPr>
        <w:t xml:space="preserve">prostredníctvom dodatku k Zmluve o poskytnutí </w:t>
      </w:r>
      <w:r w:rsidRPr="00187ED7">
        <w:rPr>
          <w:sz w:val="14"/>
          <w:szCs w:val="14"/>
          <w:lang w:val="sk-SK"/>
        </w:rPr>
        <w:t>prostriedkov mechanizmu</w:t>
      </w:r>
      <w:r>
        <w:rPr>
          <w:sz w:val="14"/>
          <w:szCs w:val="14"/>
          <w:lang w:val="sk-SK"/>
        </w:rPr>
        <w:t xml:space="preserve">, resp. v prípade </w:t>
      </w:r>
      <w:r w:rsidRPr="00A605B1">
        <w:rPr>
          <w:sz w:val="14"/>
          <w:szCs w:val="14"/>
          <w:lang w:val="sk-SK"/>
        </w:rPr>
        <w:t xml:space="preserve">schválenej žiadosti o vykonanie zmeny v Zmluve o poskytnutí </w:t>
      </w:r>
      <w:r w:rsidRPr="00187ED7">
        <w:rPr>
          <w:sz w:val="14"/>
          <w:szCs w:val="14"/>
          <w:lang w:val="sk-SK"/>
        </w:rPr>
        <w:t>prostriedkov mechanizmu</w:t>
      </w:r>
      <w:r w:rsidRPr="00A605B1">
        <w:rPr>
          <w:sz w:val="14"/>
          <w:szCs w:val="14"/>
          <w:lang w:val="sk-SK"/>
        </w:rPr>
        <w:t>, ktorou dochádza k zmene plánovaného termínu ukončenia realizácie projektu</w:t>
      </w:r>
      <w:r>
        <w:rPr>
          <w:sz w:val="14"/>
          <w:szCs w:val="14"/>
          <w:lang w:val="sk-SK"/>
        </w:rPr>
        <w:t xml:space="preserve">. </w:t>
      </w:r>
    </w:p>
  </w:footnote>
  <w:footnote w:id="3">
    <w:p w14:paraId="54672160" w14:textId="17B39A1C" w:rsidR="00626B2D" w:rsidRPr="00626B2D" w:rsidRDefault="00626B2D" w:rsidP="003A78DF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FC297C" w:rsidRPr="003A78DF">
        <w:rPr>
          <w:sz w:val="14"/>
          <w:szCs w:val="14"/>
          <w:lang w:val="sk-SK"/>
        </w:rPr>
        <w:t>S</w:t>
      </w:r>
      <w:r w:rsidRPr="00626B2D">
        <w:rPr>
          <w:sz w:val="14"/>
          <w:szCs w:val="14"/>
          <w:lang w:val="sk-SK"/>
        </w:rPr>
        <w:t xml:space="preserve">chváleným projektom sa pre účely tohto dokumentu rozumie projekt, ktorý bol predmetom schválenej žiadosti o poskytnutie </w:t>
      </w:r>
      <w:r w:rsidR="00187ED7" w:rsidRPr="00187ED7">
        <w:rPr>
          <w:sz w:val="14"/>
          <w:szCs w:val="14"/>
          <w:lang w:val="sk-SK"/>
        </w:rPr>
        <w:t>prostriedkov mechanizmu</w:t>
      </w:r>
      <w:r w:rsidRPr="00626B2D">
        <w:rPr>
          <w:sz w:val="14"/>
          <w:szCs w:val="14"/>
          <w:lang w:val="sk-SK"/>
        </w:rPr>
        <w:t xml:space="preserve">, </w:t>
      </w:r>
      <w:r w:rsidR="00D37790">
        <w:rPr>
          <w:sz w:val="14"/>
          <w:szCs w:val="14"/>
          <w:lang w:val="sk-SK"/>
        </w:rPr>
        <w:t>resp. (ak relevantné)</w:t>
      </w:r>
      <w:r w:rsidRPr="00626B2D">
        <w:rPr>
          <w:sz w:val="14"/>
          <w:szCs w:val="14"/>
          <w:lang w:val="sk-SK"/>
        </w:rPr>
        <w:t xml:space="preserve"> projekt, v rámci ktorého </w:t>
      </w:r>
      <w:r w:rsidR="00FC297C">
        <w:rPr>
          <w:sz w:val="14"/>
          <w:szCs w:val="14"/>
          <w:lang w:val="sk-SK"/>
        </w:rPr>
        <w:t xml:space="preserve">boli </w:t>
      </w:r>
      <w:r w:rsidR="00397C39">
        <w:rPr>
          <w:sz w:val="14"/>
          <w:szCs w:val="14"/>
          <w:lang w:val="sk-SK"/>
        </w:rPr>
        <w:t>vykonávateľom/sprostredkovateľom</w:t>
      </w:r>
      <w:r w:rsidR="00FC297C">
        <w:rPr>
          <w:sz w:val="14"/>
          <w:szCs w:val="14"/>
          <w:lang w:val="sk-SK"/>
        </w:rPr>
        <w:t xml:space="preserve"> po nadobudnutí účinnosti Zmluvy o poskytnutí </w:t>
      </w:r>
      <w:r w:rsidR="00187ED7" w:rsidRPr="00187ED7">
        <w:rPr>
          <w:sz w:val="14"/>
          <w:szCs w:val="14"/>
          <w:lang w:val="sk-SK"/>
        </w:rPr>
        <w:t xml:space="preserve">prostriedkov mechanizmu </w:t>
      </w:r>
      <w:r w:rsidR="00D37790">
        <w:rPr>
          <w:sz w:val="14"/>
          <w:szCs w:val="14"/>
          <w:lang w:val="sk-SK"/>
        </w:rPr>
        <w:t xml:space="preserve">do termínu, ktorý predstavuje polovicu </w:t>
      </w:r>
      <w:r w:rsidR="002140FD">
        <w:rPr>
          <w:sz w:val="14"/>
          <w:szCs w:val="14"/>
          <w:lang w:val="sk-SK"/>
        </w:rPr>
        <w:t>obdobia</w:t>
      </w:r>
      <w:r w:rsidR="00D37790">
        <w:rPr>
          <w:sz w:val="14"/>
          <w:szCs w:val="14"/>
          <w:lang w:val="sk-SK"/>
        </w:rPr>
        <w:t xml:space="preserve"> realizácie projektu </w:t>
      </w:r>
      <w:r w:rsidR="00FC297C">
        <w:rPr>
          <w:sz w:val="14"/>
          <w:szCs w:val="14"/>
          <w:lang w:val="sk-SK"/>
        </w:rPr>
        <w:t>schválené zmeny.</w:t>
      </w:r>
    </w:p>
  </w:footnote>
  <w:footnote w:id="4">
    <w:p w14:paraId="2AA02FB7" w14:textId="183F0982" w:rsidR="000440E9" w:rsidRPr="000440E9" w:rsidRDefault="000440E9" w:rsidP="00B23879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34C2F">
        <w:rPr>
          <w:sz w:val="14"/>
          <w:szCs w:val="14"/>
          <w:lang w:val="sk-SK"/>
        </w:rPr>
        <w:t>Relevantné v</w:t>
      </w:r>
      <w:r>
        <w:rPr>
          <w:sz w:val="14"/>
          <w:szCs w:val="14"/>
          <w:lang w:val="sk-SK"/>
        </w:rPr>
        <w:t> </w:t>
      </w:r>
      <w:r w:rsidRPr="00C34C2F">
        <w:rPr>
          <w:sz w:val="14"/>
          <w:szCs w:val="14"/>
          <w:lang w:val="sk-SK"/>
        </w:rPr>
        <w:t>prípade</w:t>
      </w:r>
      <w:r>
        <w:rPr>
          <w:sz w:val="14"/>
          <w:szCs w:val="14"/>
          <w:lang w:val="sk-SK"/>
        </w:rPr>
        <w:t xml:space="preserve"> míľnikov, ktoré majú byť v zmysle schváleného projektu dosiahnuté k </w:t>
      </w:r>
      <w:r w:rsidRPr="000440E9">
        <w:rPr>
          <w:sz w:val="14"/>
          <w:szCs w:val="14"/>
          <w:lang w:val="sk-SK"/>
        </w:rPr>
        <w:t xml:space="preserve">termínu, ktorý predstavuje polovicu </w:t>
      </w:r>
      <w:r w:rsidR="00DD53FB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>.</w:t>
      </w:r>
    </w:p>
  </w:footnote>
  <w:footnote w:id="5">
    <w:p w14:paraId="713EAC9F" w14:textId="14594E4D" w:rsidR="00B23879" w:rsidRPr="00B23879" w:rsidRDefault="00B23879" w:rsidP="00CD3645">
      <w:pPr>
        <w:pStyle w:val="Textpoznmkypodiarou"/>
        <w:tabs>
          <w:tab w:val="left" w:pos="9356"/>
        </w:tabs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 w:rsidR="00CD3645"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 w:rsidR="00CD3645">
        <w:rPr>
          <w:sz w:val="14"/>
          <w:szCs w:val="14"/>
          <w:lang w:val="sk-SK"/>
        </w:rPr>
        <w:t>v zmysle schváleného projektu nemajú byť k </w:t>
      </w:r>
      <w:r w:rsidR="00CD3645" w:rsidRPr="000440E9">
        <w:rPr>
          <w:sz w:val="14"/>
          <w:szCs w:val="14"/>
          <w:lang w:val="sk-SK"/>
        </w:rPr>
        <w:t xml:space="preserve">termínu, ktorý predstavuje polovicu </w:t>
      </w:r>
      <w:r w:rsidR="00DD53FB">
        <w:rPr>
          <w:sz w:val="14"/>
          <w:szCs w:val="14"/>
          <w:lang w:val="sk-SK"/>
        </w:rPr>
        <w:t>obdobia</w:t>
      </w:r>
      <w:r w:rsidR="00CD3645" w:rsidRPr="000440E9">
        <w:rPr>
          <w:sz w:val="14"/>
          <w:szCs w:val="14"/>
          <w:lang w:val="sk-SK"/>
        </w:rPr>
        <w:t xml:space="preserve"> realizácie projektu</w:t>
      </w:r>
      <w:r w:rsidR="00CD3645">
        <w:rPr>
          <w:sz w:val="14"/>
          <w:szCs w:val="14"/>
          <w:lang w:val="sk-SK"/>
        </w:rPr>
        <w:t xml:space="preserve"> dosiahnuté nijaké míľniky. V takom prípade je potrebné popísať priebeh procesu dosahovania takých míľnikov, ktoré v zmysle schváleného projektu majú byť dosiahnuté po termíne, </w:t>
      </w:r>
      <w:r w:rsidR="00CD3645" w:rsidRPr="000440E9">
        <w:rPr>
          <w:sz w:val="14"/>
          <w:szCs w:val="14"/>
          <w:lang w:val="sk-SK"/>
        </w:rPr>
        <w:t xml:space="preserve">ktorý predstavuje polovicu </w:t>
      </w:r>
      <w:r w:rsidR="00DD53FB">
        <w:rPr>
          <w:sz w:val="14"/>
          <w:szCs w:val="14"/>
          <w:lang w:val="sk-SK"/>
        </w:rPr>
        <w:t>obdobia</w:t>
      </w:r>
      <w:r w:rsidR="00CD3645" w:rsidRPr="000440E9">
        <w:rPr>
          <w:sz w:val="14"/>
          <w:szCs w:val="14"/>
          <w:lang w:val="sk-SK"/>
        </w:rPr>
        <w:t xml:space="preserve"> realizácie projektu</w:t>
      </w:r>
      <w:r w:rsidR="00CD3645">
        <w:rPr>
          <w:sz w:val="14"/>
          <w:szCs w:val="14"/>
          <w:lang w:val="sk-SK"/>
        </w:rPr>
        <w:t>.</w:t>
      </w:r>
    </w:p>
  </w:footnote>
  <w:footnote w:id="6">
    <w:p w14:paraId="595AC816" w14:textId="2F8D7FC5" w:rsidR="00CD3645" w:rsidRPr="00CD3645" w:rsidRDefault="00CD3645" w:rsidP="00CD3645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 xml:space="preserve">termínu, ktorý predstavuje polovicu </w:t>
      </w:r>
      <w:r w:rsidR="00DD53FB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 xml:space="preserve"> dosiahnuté nijaké míľniky. V takom prípade je potrebné popísať </w:t>
      </w:r>
      <w:r w:rsidR="00977D34">
        <w:rPr>
          <w:sz w:val="14"/>
          <w:szCs w:val="14"/>
          <w:lang w:val="sk-SK"/>
        </w:rPr>
        <w:t xml:space="preserve">interné a/alebo externé vplyvy, ktoré pôsobili na priebeh </w:t>
      </w:r>
      <w:r>
        <w:rPr>
          <w:sz w:val="14"/>
          <w:szCs w:val="14"/>
          <w:lang w:val="sk-SK"/>
        </w:rPr>
        <w:t xml:space="preserve">dosahovania takých míľnikov, ktoré v zmysle schváleného projektu majú byť dosiahnuté po termíne, </w:t>
      </w:r>
      <w:r w:rsidRPr="000440E9">
        <w:rPr>
          <w:sz w:val="14"/>
          <w:szCs w:val="14"/>
          <w:lang w:val="sk-SK"/>
        </w:rPr>
        <w:t xml:space="preserve">ktorý predstavuje polovicu </w:t>
      </w:r>
      <w:r w:rsidR="00DD53FB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>.</w:t>
      </w:r>
    </w:p>
  </w:footnote>
  <w:footnote w:id="7">
    <w:p w14:paraId="0E66CC49" w14:textId="008D766C" w:rsidR="00E52453" w:rsidRPr="00C34C2F" w:rsidRDefault="00E52453" w:rsidP="007E0C10">
      <w:pPr>
        <w:pStyle w:val="Textpoznmkypodiarou"/>
        <w:ind w:right="142" w:hanging="142"/>
        <w:rPr>
          <w:sz w:val="14"/>
          <w:szCs w:val="14"/>
          <w:lang w:val="sk-SK"/>
        </w:rPr>
      </w:pPr>
      <w:r w:rsidRPr="00E52453">
        <w:rPr>
          <w:rStyle w:val="Odkaznapoznmkupodiarou"/>
          <w:sz w:val="14"/>
          <w:szCs w:val="14"/>
        </w:rPr>
        <w:footnoteRef/>
      </w:r>
      <w:r w:rsidRPr="00E52453">
        <w:rPr>
          <w:sz w:val="14"/>
          <w:szCs w:val="14"/>
        </w:rPr>
        <w:t xml:space="preserve"> </w:t>
      </w:r>
      <w:r w:rsidR="00C34C2F" w:rsidRPr="00C34C2F">
        <w:rPr>
          <w:sz w:val="14"/>
          <w:szCs w:val="14"/>
          <w:lang w:val="sk-SK"/>
        </w:rPr>
        <w:t>Relevantné v</w:t>
      </w:r>
      <w:r w:rsidR="00C34C2F">
        <w:rPr>
          <w:sz w:val="14"/>
          <w:szCs w:val="14"/>
          <w:lang w:val="sk-SK"/>
        </w:rPr>
        <w:t> </w:t>
      </w:r>
      <w:r w:rsidR="00C34C2F" w:rsidRPr="00C34C2F">
        <w:rPr>
          <w:sz w:val="14"/>
          <w:szCs w:val="14"/>
          <w:lang w:val="sk-SK"/>
        </w:rPr>
        <w:t>prípade</w:t>
      </w:r>
      <w:r w:rsidR="00C34C2F">
        <w:rPr>
          <w:sz w:val="14"/>
          <w:szCs w:val="14"/>
          <w:lang w:val="sk-SK"/>
        </w:rPr>
        <w:t xml:space="preserve"> výstupov, ktoré majú byť v zmysle schváleného projektu dosiahnuté k </w:t>
      </w:r>
      <w:r w:rsidR="000440E9" w:rsidRPr="000440E9">
        <w:rPr>
          <w:sz w:val="14"/>
          <w:szCs w:val="14"/>
          <w:lang w:val="sk-SK"/>
        </w:rPr>
        <w:t xml:space="preserve">termínu, ktorý predstavuje polovicu </w:t>
      </w:r>
      <w:r w:rsidR="009140BE">
        <w:rPr>
          <w:sz w:val="14"/>
          <w:szCs w:val="14"/>
          <w:lang w:val="sk-SK"/>
        </w:rPr>
        <w:t>obdobia</w:t>
      </w:r>
      <w:r w:rsidR="000440E9" w:rsidRPr="000440E9">
        <w:rPr>
          <w:sz w:val="14"/>
          <w:szCs w:val="14"/>
          <w:lang w:val="sk-SK"/>
        </w:rPr>
        <w:t xml:space="preserve"> realizácie projektu</w:t>
      </w:r>
      <w:r w:rsidR="00C34C2F">
        <w:rPr>
          <w:sz w:val="14"/>
          <w:szCs w:val="14"/>
          <w:lang w:val="sk-SK"/>
        </w:rPr>
        <w:t>.</w:t>
      </w:r>
    </w:p>
  </w:footnote>
  <w:footnote w:id="8">
    <w:p w14:paraId="002F2090" w14:textId="5883BCD4" w:rsidR="009B4E44" w:rsidRPr="009B4E44" w:rsidRDefault="009B4E44" w:rsidP="009B4E44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 xml:space="preserve">termínu, ktorý predstavuje polovicu </w:t>
      </w:r>
      <w:r w:rsidR="009140BE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 xml:space="preserve"> dosiahnuté nijaké </w:t>
      </w:r>
      <w:r w:rsidR="001A18E2">
        <w:rPr>
          <w:sz w:val="14"/>
          <w:szCs w:val="14"/>
          <w:lang w:val="sk-SK"/>
        </w:rPr>
        <w:t>výstupy</w:t>
      </w:r>
      <w:r>
        <w:rPr>
          <w:sz w:val="14"/>
          <w:szCs w:val="14"/>
          <w:lang w:val="sk-SK"/>
        </w:rPr>
        <w:t xml:space="preserve">. V takom prípade je potrebné popísať priebeh procesu dosahovania takých </w:t>
      </w:r>
      <w:r w:rsidR="001A18E2">
        <w:rPr>
          <w:sz w:val="14"/>
          <w:szCs w:val="14"/>
          <w:lang w:val="sk-SK"/>
        </w:rPr>
        <w:t>výstupov</w:t>
      </w:r>
      <w:r>
        <w:rPr>
          <w:sz w:val="14"/>
          <w:szCs w:val="14"/>
          <w:lang w:val="sk-SK"/>
        </w:rPr>
        <w:t xml:space="preserve">, ktoré v zmysle schváleného projektu majú byť dosiahnuté po termíne, </w:t>
      </w:r>
      <w:r w:rsidRPr="000440E9">
        <w:rPr>
          <w:sz w:val="14"/>
          <w:szCs w:val="14"/>
          <w:lang w:val="sk-SK"/>
        </w:rPr>
        <w:t xml:space="preserve">ktorý predstavuje polovicu </w:t>
      </w:r>
      <w:r w:rsidR="009140BE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>.</w:t>
      </w:r>
      <w:r w:rsidR="001A18E2">
        <w:rPr>
          <w:sz w:val="14"/>
          <w:szCs w:val="14"/>
          <w:lang w:val="sk-SK"/>
        </w:rPr>
        <w:t xml:space="preserve"> </w:t>
      </w:r>
    </w:p>
  </w:footnote>
  <w:footnote w:id="9">
    <w:p w14:paraId="423C897C" w14:textId="1483BBA2" w:rsidR="001A18E2" w:rsidRPr="001A18E2" w:rsidRDefault="001A18E2" w:rsidP="001A18E2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 xml:space="preserve">termínu, ktorý predstavuje polovicu </w:t>
      </w:r>
      <w:r w:rsidR="009140BE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 xml:space="preserve"> dosiahnuté nijaké výstupy. V takom prípade je potrebné popísať interné a/alebo externé vplyvy, ktoré pôsobili na priebeh dosahovania takých výstup</w:t>
      </w:r>
      <w:r w:rsidR="00FF3D4A">
        <w:rPr>
          <w:sz w:val="14"/>
          <w:szCs w:val="14"/>
          <w:lang w:val="sk-SK"/>
        </w:rPr>
        <w:t>ov</w:t>
      </w:r>
      <w:r>
        <w:rPr>
          <w:sz w:val="14"/>
          <w:szCs w:val="14"/>
          <w:lang w:val="sk-SK"/>
        </w:rPr>
        <w:t xml:space="preserve">, ktoré v zmysle schváleného projektu majú byť dosiahnuté po termíne, </w:t>
      </w:r>
      <w:r w:rsidRPr="000440E9">
        <w:rPr>
          <w:sz w:val="14"/>
          <w:szCs w:val="14"/>
          <w:lang w:val="sk-SK"/>
        </w:rPr>
        <w:t xml:space="preserve">ktorý predstavuje polovicu </w:t>
      </w:r>
      <w:r w:rsidR="009140BE">
        <w:rPr>
          <w:sz w:val="14"/>
          <w:szCs w:val="14"/>
          <w:lang w:val="sk-SK"/>
        </w:rPr>
        <w:t>obdobia</w:t>
      </w:r>
      <w:r w:rsidRPr="000440E9">
        <w:rPr>
          <w:sz w:val="14"/>
          <w:szCs w:val="14"/>
          <w:lang w:val="sk-SK"/>
        </w:rPr>
        <w:t xml:space="preserve"> realizácie projektu</w:t>
      </w:r>
      <w:r>
        <w:rPr>
          <w:sz w:val="14"/>
          <w:szCs w:val="14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0735C" w14:textId="77777777" w:rsidR="00660F7E" w:rsidRDefault="00660F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F6024" w14:textId="46D56BC2" w:rsidR="00660F7E" w:rsidRPr="00660F7E" w:rsidRDefault="00660F7E" w:rsidP="00660F7E">
    <w:pPr>
      <w:pStyle w:val="Hlavika"/>
      <w:jc w:val="right"/>
      <w:rPr>
        <w:sz w:val="18"/>
        <w:szCs w:val="18"/>
        <w:lang w:val="sk-SK"/>
      </w:rPr>
    </w:pPr>
    <w:bookmarkStart w:id="0" w:name="_GoBack"/>
    <w:r w:rsidRPr="00660F7E">
      <w:rPr>
        <w:sz w:val="18"/>
        <w:szCs w:val="18"/>
        <w:lang w:val="sk-SK"/>
      </w:rPr>
      <w:t>Príloha č. 12d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705BF" w14:textId="77777777" w:rsidR="00660F7E" w:rsidRDefault="00660F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440E9"/>
    <w:rsid w:val="00064C83"/>
    <w:rsid w:val="00065E53"/>
    <w:rsid w:val="00082EDB"/>
    <w:rsid w:val="0008793C"/>
    <w:rsid w:val="00095574"/>
    <w:rsid w:val="000C59CB"/>
    <w:rsid w:val="000D333E"/>
    <w:rsid w:val="000E4536"/>
    <w:rsid w:val="000E55A1"/>
    <w:rsid w:val="000F0AE1"/>
    <w:rsid w:val="0012224C"/>
    <w:rsid w:val="00122B0B"/>
    <w:rsid w:val="0015697B"/>
    <w:rsid w:val="001760B7"/>
    <w:rsid w:val="00187ED7"/>
    <w:rsid w:val="001A18E2"/>
    <w:rsid w:val="001C6A80"/>
    <w:rsid w:val="002140FD"/>
    <w:rsid w:val="0023642B"/>
    <w:rsid w:val="0024024B"/>
    <w:rsid w:val="00252D2D"/>
    <w:rsid w:val="0028612D"/>
    <w:rsid w:val="00292BF1"/>
    <w:rsid w:val="002A7887"/>
    <w:rsid w:val="002B36E8"/>
    <w:rsid w:val="00316D9F"/>
    <w:rsid w:val="00317530"/>
    <w:rsid w:val="00342CBF"/>
    <w:rsid w:val="00352C94"/>
    <w:rsid w:val="00391C44"/>
    <w:rsid w:val="00391F02"/>
    <w:rsid w:val="00397C39"/>
    <w:rsid w:val="003A78DF"/>
    <w:rsid w:val="003C7E6D"/>
    <w:rsid w:val="003F09E3"/>
    <w:rsid w:val="003F6D8D"/>
    <w:rsid w:val="003F746C"/>
    <w:rsid w:val="00405045"/>
    <w:rsid w:val="004178FD"/>
    <w:rsid w:val="004226A3"/>
    <w:rsid w:val="0042277F"/>
    <w:rsid w:val="00425259"/>
    <w:rsid w:val="00426F34"/>
    <w:rsid w:val="0044373D"/>
    <w:rsid w:val="004756A1"/>
    <w:rsid w:val="004911C9"/>
    <w:rsid w:val="00491EFA"/>
    <w:rsid w:val="004A11DB"/>
    <w:rsid w:val="004F39FA"/>
    <w:rsid w:val="005432D0"/>
    <w:rsid w:val="00543D8E"/>
    <w:rsid w:val="00547F20"/>
    <w:rsid w:val="005513B5"/>
    <w:rsid w:val="00552087"/>
    <w:rsid w:val="00562A54"/>
    <w:rsid w:val="005730E0"/>
    <w:rsid w:val="00586DB3"/>
    <w:rsid w:val="00596EB4"/>
    <w:rsid w:val="005C2A52"/>
    <w:rsid w:val="005D43F9"/>
    <w:rsid w:val="005E382A"/>
    <w:rsid w:val="005E4F93"/>
    <w:rsid w:val="005E6CEC"/>
    <w:rsid w:val="006058CD"/>
    <w:rsid w:val="00606741"/>
    <w:rsid w:val="00610564"/>
    <w:rsid w:val="00626B2D"/>
    <w:rsid w:val="00631D66"/>
    <w:rsid w:val="0065628E"/>
    <w:rsid w:val="006574B3"/>
    <w:rsid w:val="00660F7E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9733B"/>
    <w:rsid w:val="007A039B"/>
    <w:rsid w:val="007A680F"/>
    <w:rsid w:val="007B0A87"/>
    <w:rsid w:val="007E0C10"/>
    <w:rsid w:val="00817001"/>
    <w:rsid w:val="00833E3D"/>
    <w:rsid w:val="00853ACA"/>
    <w:rsid w:val="008846F5"/>
    <w:rsid w:val="008864C3"/>
    <w:rsid w:val="008C081A"/>
    <w:rsid w:val="008C0A39"/>
    <w:rsid w:val="008E19BB"/>
    <w:rsid w:val="009057CD"/>
    <w:rsid w:val="009140BE"/>
    <w:rsid w:val="009154FD"/>
    <w:rsid w:val="009240F4"/>
    <w:rsid w:val="00977D34"/>
    <w:rsid w:val="009B4E44"/>
    <w:rsid w:val="009B728C"/>
    <w:rsid w:val="009C1FD9"/>
    <w:rsid w:val="009F5E28"/>
    <w:rsid w:val="009F5F63"/>
    <w:rsid w:val="00A102E2"/>
    <w:rsid w:val="00A56EA3"/>
    <w:rsid w:val="00A605B1"/>
    <w:rsid w:val="00A70948"/>
    <w:rsid w:val="00A77D88"/>
    <w:rsid w:val="00A83564"/>
    <w:rsid w:val="00A923AF"/>
    <w:rsid w:val="00A92CF9"/>
    <w:rsid w:val="00A95CA3"/>
    <w:rsid w:val="00B00820"/>
    <w:rsid w:val="00B022FF"/>
    <w:rsid w:val="00B165C3"/>
    <w:rsid w:val="00B17FD0"/>
    <w:rsid w:val="00B22D95"/>
    <w:rsid w:val="00B23879"/>
    <w:rsid w:val="00B34F22"/>
    <w:rsid w:val="00B51E64"/>
    <w:rsid w:val="00B8563F"/>
    <w:rsid w:val="00B92FFC"/>
    <w:rsid w:val="00B93080"/>
    <w:rsid w:val="00B93569"/>
    <w:rsid w:val="00BA14A5"/>
    <w:rsid w:val="00BA23CF"/>
    <w:rsid w:val="00BB107E"/>
    <w:rsid w:val="00BC6FC4"/>
    <w:rsid w:val="00BD202D"/>
    <w:rsid w:val="00BD3AAA"/>
    <w:rsid w:val="00C1191F"/>
    <w:rsid w:val="00C27B72"/>
    <w:rsid w:val="00C32C5C"/>
    <w:rsid w:val="00C33042"/>
    <w:rsid w:val="00C34C2F"/>
    <w:rsid w:val="00C51A89"/>
    <w:rsid w:val="00C671EE"/>
    <w:rsid w:val="00C7650A"/>
    <w:rsid w:val="00C77241"/>
    <w:rsid w:val="00C80C4A"/>
    <w:rsid w:val="00C8462F"/>
    <w:rsid w:val="00CA49BC"/>
    <w:rsid w:val="00CA6259"/>
    <w:rsid w:val="00CB686A"/>
    <w:rsid w:val="00CD3645"/>
    <w:rsid w:val="00CE3EB0"/>
    <w:rsid w:val="00D03F69"/>
    <w:rsid w:val="00D07204"/>
    <w:rsid w:val="00D10E0D"/>
    <w:rsid w:val="00D20F1F"/>
    <w:rsid w:val="00D212FF"/>
    <w:rsid w:val="00D259D5"/>
    <w:rsid w:val="00D37790"/>
    <w:rsid w:val="00D43D34"/>
    <w:rsid w:val="00D5370D"/>
    <w:rsid w:val="00D95D98"/>
    <w:rsid w:val="00DD53FB"/>
    <w:rsid w:val="00E013A4"/>
    <w:rsid w:val="00E06C16"/>
    <w:rsid w:val="00E126A8"/>
    <w:rsid w:val="00E32726"/>
    <w:rsid w:val="00E52453"/>
    <w:rsid w:val="00E6092D"/>
    <w:rsid w:val="00EA0924"/>
    <w:rsid w:val="00EE65C5"/>
    <w:rsid w:val="00F006A3"/>
    <w:rsid w:val="00F11263"/>
    <w:rsid w:val="00F15580"/>
    <w:rsid w:val="00F53520"/>
    <w:rsid w:val="00F72EC3"/>
    <w:rsid w:val="00F74F1B"/>
    <w:rsid w:val="00F761C9"/>
    <w:rsid w:val="00F8029F"/>
    <w:rsid w:val="00F829CB"/>
    <w:rsid w:val="00F95049"/>
    <w:rsid w:val="00FC297C"/>
    <w:rsid w:val="00FC6C93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F79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D10E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3799B922FD04B16A57EC68247242A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2B1DE-C567-455A-AB39-F2302855BAD7}"/>
      </w:docPartPr>
      <w:docPartBody>
        <w:p w:rsidR="00413900" w:rsidRDefault="005B79A6" w:rsidP="005B79A6">
          <w:pPr>
            <w:pStyle w:val="B3799B922FD04B16A57EC68247242AA42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842148962E6440709BE75F314EC704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04599-0018-4644-A872-6816E09FF090}"/>
      </w:docPartPr>
      <w:docPartBody>
        <w:p w:rsidR="00FC21B5" w:rsidRDefault="0001236A" w:rsidP="0001236A">
          <w:pPr>
            <w:pStyle w:val="842148962E6440709BE75F314EC7047B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7BDA5B0CEE464023A522888252185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7B5CFB-8101-4503-A824-8A4BCA455CCC}"/>
      </w:docPartPr>
      <w:docPartBody>
        <w:p w:rsidR="00FC21B5" w:rsidRDefault="0001236A" w:rsidP="0001236A">
          <w:pPr>
            <w:pStyle w:val="7BDA5B0CEE464023A522888252185203"/>
          </w:pPr>
          <w:r w:rsidRPr="00DF16F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A6"/>
    <w:rsid w:val="0001236A"/>
    <w:rsid w:val="00413900"/>
    <w:rsid w:val="005B79A6"/>
    <w:rsid w:val="00B40D2B"/>
    <w:rsid w:val="00D352D6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1236A"/>
    <w:rPr>
      <w:color w:val="808080"/>
    </w:rPr>
  </w:style>
  <w:style w:type="paragraph" w:customStyle="1" w:styleId="B3799B922FD04B16A57EC68247242AA4">
    <w:name w:val="B3799B922FD04B16A57EC68247242AA4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">
    <w:name w:val="B46D1E123058465BA729AE105FFABDC6"/>
    <w:rsid w:val="005B79A6"/>
  </w:style>
  <w:style w:type="paragraph" w:customStyle="1" w:styleId="B3799B922FD04B16A57EC68247242AA41">
    <w:name w:val="B3799B922FD04B16A57EC68247242AA4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1">
    <w:name w:val="B46D1E123058465BA729AE105FFABDC6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3799B922FD04B16A57EC68247242AA42">
    <w:name w:val="B3799B922FD04B16A57EC68247242AA4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2">
    <w:name w:val="B46D1E123058465BA729AE105FFABDC6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A87D6477855C4E37AFE598EDC446413C">
    <w:name w:val="A87D6477855C4E37AFE598EDC446413C"/>
    <w:rsid w:val="005B79A6"/>
  </w:style>
  <w:style w:type="paragraph" w:customStyle="1" w:styleId="842148962E6440709BE75F314EC7047B">
    <w:name w:val="842148962E6440709BE75F314EC7047B"/>
    <w:rsid w:val="0001236A"/>
  </w:style>
  <w:style w:type="paragraph" w:customStyle="1" w:styleId="7BDA5B0CEE464023A522888252185203">
    <w:name w:val="7BDA5B0CEE464023A522888252185203"/>
    <w:rsid w:val="000123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3BDEE41B5904C83FB3EDF4AB87713" ma:contentTypeVersion="4" ma:contentTypeDescription="Umožňuje vytvoriť nový dokument." ma:contentTypeScope="" ma:versionID="9b2728dafa22d2c233892e5b3eac0832">
  <xsd:schema xmlns:xsd="http://www.w3.org/2001/XMLSchema" xmlns:xs="http://www.w3.org/2001/XMLSchema" xmlns:p="http://schemas.microsoft.com/office/2006/metadata/properties" xmlns:ns2="1ada8566-6efb-4fd0-af6f-9eaa11a119f1" xmlns:ns3="1eca2132-8cba-4706-8663-6d4080c34302" targetNamespace="http://schemas.microsoft.com/office/2006/metadata/properties" ma:root="true" ma:fieldsID="8228dffc265c05f338a1ddfbeea81aca" ns2:_="" ns3:_="">
    <xsd:import namespace="1ada8566-6efb-4fd0-af6f-9eaa11a119f1"/>
    <xsd:import namespace="1eca2132-8cba-4706-8663-6d4080c34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a8566-6efb-4fd0-af6f-9eaa11a1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a2132-8cba-4706-8663-6d4080c34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D6927-662B-481E-81F7-A26935AA8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66905A-CA42-4040-9AF4-1CC12DECC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da8566-6efb-4fd0-af6f-9eaa11a119f1"/>
    <ds:schemaRef ds:uri="1eca2132-8cba-4706-8663-6d4080c34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DE6A0-C735-4B7F-B5AA-970DFB76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2025-06-26T14:28:00Z</dcterms:created>
  <dcterms:modified xsi:type="dcterms:W3CDTF">2025-06-27T10:37:00Z</dcterms:modified>
</cp:coreProperties>
</file>